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14588" w14:textId="77777777" w:rsidR="00996AEB" w:rsidRDefault="00905B82">
      <w:pPr>
        <w:ind w:left="3183" w:right="-15"/>
      </w:pPr>
      <w:r>
        <w:t>MEETING MINUTES</w:t>
      </w:r>
      <w:r>
        <w:rPr>
          <w:b w:val="0"/>
          <w:vertAlign w:val="subscript"/>
        </w:rPr>
        <w:t xml:space="preserve"> </w:t>
      </w:r>
    </w:p>
    <w:p w14:paraId="48455E4E" w14:textId="77777777" w:rsidR="00996AEB" w:rsidRDefault="00905B82">
      <w:pPr>
        <w:ind w:left="3245" w:firstLine="0"/>
      </w:pPr>
      <w:r>
        <w:rPr>
          <w:b w:val="0"/>
          <w:sz w:val="20"/>
        </w:rPr>
        <w:t xml:space="preserve"> </w:t>
      </w:r>
    </w:p>
    <w:tbl>
      <w:tblPr>
        <w:tblStyle w:val="TableGrid"/>
        <w:tblW w:w="9720" w:type="dxa"/>
        <w:tblInd w:w="111" w:type="dxa"/>
        <w:tblCellMar>
          <w:top w:w="40" w:type="dxa"/>
          <w:left w:w="107" w:type="dxa"/>
          <w:right w:w="100" w:type="dxa"/>
        </w:tblCellMar>
        <w:tblLook w:val="04A0" w:firstRow="1" w:lastRow="0" w:firstColumn="1" w:lastColumn="0" w:noHBand="0" w:noVBand="1"/>
      </w:tblPr>
      <w:tblGrid>
        <w:gridCol w:w="1842"/>
        <w:gridCol w:w="4537"/>
        <w:gridCol w:w="1843"/>
        <w:gridCol w:w="424"/>
        <w:gridCol w:w="1074"/>
      </w:tblGrid>
      <w:tr w:rsidR="00996AEB" w14:paraId="2BD29CFD" w14:textId="77777777">
        <w:trPr>
          <w:trHeight w:val="571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283F9F65" w14:textId="77777777" w:rsidR="00996AEB" w:rsidRDefault="00905B82">
            <w:pPr>
              <w:ind w:left="0" w:right="8" w:firstLine="0"/>
            </w:pPr>
            <w:r>
              <w:rPr>
                <w:sz w:val="28"/>
              </w:rPr>
              <w:t xml:space="preserve">MINUTES </w:t>
            </w:r>
          </w:p>
        </w:tc>
      </w:tr>
      <w:tr w:rsidR="00996AEB" w14:paraId="2398CBC8" w14:textId="77777777" w:rsidTr="00514DCD">
        <w:trPr>
          <w:trHeight w:val="474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DD71B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Project Name: </w:t>
            </w:r>
          </w:p>
        </w:tc>
        <w:tc>
          <w:tcPr>
            <w:tcW w:w="78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FA70F" w14:textId="4AB08F6E" w:rsidR="00996AEB" w:rsidRDefault="007A016E">
            <w:pPr>
              <w:ind w:left="1" w:firstLine="0"/>
              <w:jc w:val="left"/>
            </w:pPr>
            <w:r>
              <w:rPr>
                <w:b w:val="0"/>
                <w:sz w:val="21"/>
              </w:rPr>
              <w:t xml:space="preserve">Establishment of a Comprehensive Geospatial Database &amp; </w:t>
            </w:r>
            <w:proofErr w:type="spellStart"/>
            <w:r>
              <w:rPr>
                <w:b w:val="0"/>
                <w:sz w:val="21"/>
              </w:rPr>
              <w:t>GeoPortal</w:t>
            </w:r>
            <w:proofErr w:type="spellEnd"/>
            <w:r>
              <w:rPr>
                <w:b w:val="0"/>
                <w:sz w:val="21"/>
              </w:rPr>
              <w:t xml:space="preserve"> for Madinah Municipality</w:t>
            </w:r>
            <w:r w:rsidR="00905B82">
              <w:rPr>
                <w:b w:val="0"/>
                <w:sz w:val="21"/>
              </w:rPr>
              <w:t xml:space="preserve"> </w:t>
            </w:r>
          </w:p>
        </w:tc>
      </w:tr>
      <w:tr w:rsidR="00996AEB" w14:paraId="7E2E283A" w14:textId="77777777" w:rsidTr="00514DCD">
        <w:trPr>
          <w:trHeight w:val="572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7CE8F9F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Name: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8AA0C" w14:textId="4E8C6594" w:rsidR="00996AEB" w:rsidRDefault="000E1E3B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C50355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Time: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A7603" w14:textId="770748BB" w:rsidR="00996AEB" w:rsidRDefault="001174C1">
            <w:pPr>
              <w:ind w:left="1" w:firstLine="0"/>
              <w:jc w:val="left"/>
            </w:pPr>
            <w:r>
              <w:rPr>
                <w:b w:val="0"/>
                <w:sz w:val="22"/>
              </w:rPr>
              <w:t>11</w:t>
            </w:r>
            <w:r w:rsidR="004012ED">
              <w:rPr>
                <w:b w:val="0"/>
                <w:sz w:val="22"/>
              </w:rPr>
              <w:t>.</w:t>
            </w:r>
            <w:r w:rsidR="00A03391">
              <w:rPr>
                <w:b w:val="0"/>
                <w:sz w:val="22"/>
              </w:rPr>
              <w:t>0</w:t>
            </w:r>
            <w:r w:rsidR="004012ED">
              <w:rPr>
                <w:b w:val="0"/>
                <w:sz w:val="22"/>
              </w:rPr>
              <w:t>0</w:t>
            </w:r>
            <w:r>
              <w:rPr>
                <w:b w:val="0"/>
                <w:sz w:val="22"/>
              </w:rPr>
              <w:t xml:space="preserve"> AM</w:t>
            </w:r>
          </w:p>
        </w:tc>
      </w:tr>
      <w:tr w:rsidR="00996AEB" w14:paraId="099BB331" w14:textId="77777777" w:rsidTr="00514DCD">
        <w:trPr>
          <w:trHeight w:val="57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BCA42CA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Location: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113D4" w14:textId="5209A77B" w:rsidR="00996AEB" w:rsidRDefault="00C307F4" w:rsidP="00A03391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IT </w:t>
            </w:r>
            <w:r w:rsidR="00A03391">
              <w:rPr>
                <w:b w:val="0"/>
                <w:sz w:val="22"/>
              </w:rPr>
              <w:t>Office</w:t>
            </w:r>
            <w:r w:rsidR="00905B82">
              <w:rPr>
                <w:b w:val="0"/>
                <w:sz w:val="22"/>
              </w:rPr>
              <w:t xml:space="preserve"> </w:t>
            </w:r>
            <w:proofErr w:type="spellStart"/>
            <w:r w:rsidR="007A016E"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2127AB0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Date: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A780" w14:textId="342A7BD5" w:rsidR="00996AEB" w:rsidRDefault="0097389E">
            <w:pPr>
              <w:ind w:left="1" w:firstLine="0"/>
              <w:jc w:val="left"/>
            </w:pPr>
            <w:r>
              <w:rPr>
                <w:b w:val="0"/>
                <w:sz w:val="22"/>
              </w:rPr>
              <w:t>03</w:t>
            </w:r>
            <w:r w:rsidR="004012ED">
              <w:rPr>
                <w:b w:val="0"/>
                <w:sz w:val="22"/>
              </w:rPr>
              <w:t>.0</w:t>
            </w:r>
            <w:r>
              <w:rPr>
                <w:b w:val="0"/>
                <w:sz w:val="22"/>
              </w:rPr>
              <w:t>4</w:t>
            </w:r>
            <w:r w:rsidR="004012ED">
              <w:rPr>
                <w:b w:val="0"/>
                <w:sz w:val="22"/>
              </w:rPr>
              <w:t>.201</w:t>
            </w:r>
            <w:r w:rsidR="007A016E">
              <w:rPr>
                <w:b w:val="0"/>
                <w:sz w:val="22"/>
              </w:rPr>
              <w:t>9</w:t>
            </w:r>
          </w:p>
        </w:tc>
      </w:tr>
      <w:tr w:rsidR="00996AEB" w14:paraId="087013E6" w14:textId="77777777">
        <w:trPr>
          <w:trHeight w:val="574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62289" w14:textId="77777777" w:rsidR="004012ED" w:rsidRDefault="00905B82">
            <w:pPr>
              <w:ind w:left="425" w:hanging="425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Purpose and Objectives of the meeting: </w:t>
            </w:r>
          </w:p>
          <w:p w14:paraId="78D7C366" w14:textId="685C9773" w:rsidR="00996AEB" w:rsidRDefault="00905B82">
            <w:pPr>
              <w:ind w:left="425" w:hanging="425"/>
              <w:jc w:val="left"/>
            </w:pPr>
            <w:r>
              <w:rPr>
                <w:b w:val="0"/>
                <w:sz w:val="22"/>
              </w:rPr>
              <w:t xml:space="preserve">To discuss the </w:t>
            </w:r>
            <w:r w:rsidR="00A55A59">
              <w:rPr>
                <w:b w:val="0"/>
                <w:sz w:val="22"/>
              </w:rPr>
              <w:t xml:space="preserve">detail system requirement for </w:t>
            </w:r>
            <w:r w:rsidR="00086E65">
              <w:rPr>
                <w:b w:val="0"/>
                <w:sz w:val="22"/>
              </w:rPr>
              <w:t>Amana store</w:t>
            </w:r>
            <w:r w:rsidR="002525AA">
              <w:rPr>
                <w:b w:val="0"/>
                <w:sz w:val="22"/>
              </w:rPr>
              <w:t>-</w:t>
            </w:r>
            <w:r w:rsidR="002525AA" w:rsidRPr="002525AA">
              <w:rPr>
                <w:b w:val="0"/>
                <w:sz w:val="22"/>
              </w:rPr>
              <w:t>warehouse</w:t>
            </w:r>
            <w:r w:rsidR="00A55A59">
              <w:rPr>
                <w:b w:val="0"/>
                <w:sz w:val="22"/>
              </w:rPr>
              <w:t xml:space="preserve"> system</w:t>
            </w:r>
          </w:p>
        </w:tc>
      </w:tr>
      <w:tr w:rsidR="00996AEB" w14:paraId="3B07031A" w14:textId="77777777" w:rsidTr="00514DCD">
        <w:trPr>
          <w:trHeight w:val="396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B80B23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>Present: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901A7B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Name 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548F38" w14:textId="77777777" w:rsidR="00996AEB" w:rsidRDefault="00905B82">
            <w:pPr>
              <w:ind w:left="0" w:right="9" w:firstLine="0"/>
            </w:pPr>
            <w:r>
              <w:rPr>
                <w:b w:val="0"/>
                <w:sz w:val="22"/>
              </w:rPr>
              <w:t xml:space="preserve">Initials </w:t>
            </w:r>
          </w:p>
        </w:tc>
      </w:tr>
      <w:tr w:rsidR="00996AEB" w14:paraId="6EF7FB22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ED949" w14:textId="2BB2FF68" w:rsidR="00996AEB" w:rsidRDefault="007A016E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27B05" w14:textId="60F67101" w:rsidR="00996AEB" w:rsidRDefault="001F6DF3">
            <w:pPr>
              <w:ind w:left="1" w:firstLine="0"/>
              <w:jc w:val="left"/>
            </w:pPr>
            <w:r>
              <w:rPr>
                <w:b w:val="0"/>
                <w:sz w:val="22"/>
              </w:rPr>
              <w:t>Ayman Suleyman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63CD0" w14:textId="140F6D5D" w:rsidR="00996AEB" w:rsidRDefault="007A016E">
            <w:pPr>
              <w:ind w:left="0" w:right="6" w:firstLine="0"/>
            </w:pPr>
            <w:r>
              <w:rPr>
                <w:b w:val="0"/>
                <w:sz w:val="22"/>
              </w:rPr>
              <w:t>AS</w:t>
            </w:r>
          </w:p>
        </w:tc>
      </w:tr>
      <w:tr w:rsidR="005953E2" w14:paraId="5081B735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460E" w14:textId="308A6DDE" w:rsidR="005953E2" w:rsidRDefault="005953E2" w:rsidP="005953E2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E66EC" w14:textId="16B884B7" w:rsidR="005953E2" w:rsidRDefault="00E75F1E" w:rsidP="005953E2">
            <w:pPr>
              <w:ind w:left="1" w:firstLine="0"/>
              <w:jc w:val="left"/>
            </w:pPr>
            <w:r>
              <w:rPr>
                <w:rFonts w:eastAsia="Times New Roman"/>
                <w:b w:val="0"/>
                <w:bCs/>
                <w:sz w:val="22"/>
              </w:rPr>
              <w:t>Samar</w:t>
            </w:r>
            <w:r w:rsidR="005953E2" w:rsidRPr="00B83479">
              <w:rPr>
                <w:rFonts w:eastAsia="Times New Roman"/>
                <w:b w:val="0"/>
                <w:bCs/>
                <w:sz w:val="22"/>
              </w:rPr>
              <w:t xml:space="preserve"> </w:t>
            </w:r>
            <w:r w:rsidR="005953E2">
              <w:rPr>
                <w:rFonts w:eastAsia="Times New Roman"/>
                <w:b w:val="0"/>
                <w:bCs/>
                <w:sz w:val="22"/>
              </w:rPr>
              <w:t>–</w:t>
            </w:r>
            <w:r w:rsidR="005953E2" w:rsidRPr="00B83479">
              <w:rPr>
                <w:rFonts w:eastAsia="Times New Roman"/>
                <w:b w:val="0"/>
                <w:bCs/>
                <w:sz w:val="22"/>
              </w:rPr>
              <w:t xml:space="preserve"> IT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F2B6D" w14:textId="3C5EA0A8" w:rsidR="005953E2" w:rsidRDefault="005953E2" w:rsidP="005953E2">
            <w:pPr>
              <w:ind w:left="0" w:right="6" w:firstLine="0"/>
            </w:pPr>
            <w:r>
              <w:rPr>
                <w:b w:val="0"/>
                <w:sz w:val="22"/>
              </w:rPr>
              <w:t>AM</w:t>
            </w:r>
          </w:p>
        </w:tc>
      </w:tr>
      <w:tr w:rsidR="005953E2" w14:paraId="6A4DD3AF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D4DB2" w14:textId="3BE15221" w:rsidR="005953E2" w:rsidRDefault="005953E2" w:rsidP="005953E2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814C" w14:textId="1ECBA81D" w:rsidR="005953E2" w:rsidRDefault="005953E2" w:rsidP="005953E2">
            <w:pPr>
              <w:ind w:left="1" w:firstLine="0"/>
              <w:jc w:val="left"/>
            </w:pPr>
            <w:r>
              <w:rPr>
                <w:b w:val="0"/>
                <w:sz w:val="22"/>
              </w:rPr>
              <w:t>Muhammad Yousaf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F466E" w14:textId="5C95FEFD" w:rsidR="005953E2" w:rsidRDefault="005953E2" w:rsidP="005953E2">
            <w:pPr>
              <w:ind w:left="0" w:right="1" w:firstLine="0"/>
            </w:pPr>
            <w:r>
              <w:rPr>
                <w:b w:val="0"/>
                <w:sz w:val="22"/>
              </w:rPr>
              <w:t>MY</w:t>
            </w:r>
          </w:p>
        </w:tc>
      </w:tr>
      <w:tr w:rsidR="005953E2" w14:paraId="333FECF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0494D" w14:textId="77832926" w:rsidR="005953E2" w:rsidRDefault="005953E2" w:rsidP="005953E2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8F09A" w14:textId="796A2619" w:rsidR="005953E2" w:rsidRDefault="005953E2" w:rsidP="005953E2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Wajid Hanif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337C9" w14:textId="78857FEB" w:rsidR="005953E2" w:rsidRDefault="005953E2" w:rsidP="005953E2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WH</w:t>
            </w:r>
          </w:p>
        </w:tc>
      </w:tr>
      <w:tr w:rsidR="005953E2" w14:paraId="49B3ECB4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2D1C" w14:textId="149E0891" w:rsidR="005953E2" w:rsidRDefault="005953E2" w:rsidP="005953E2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C8BC0" w14:textId="6704866A" w:rsidR="005953E2" w:rsidRDefault="005953E2" w:rsidP="005953E2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Nizar </w:t>
            </w:r>
            <w:proofErr w:type="spellStart"/>
            <w:r>
              <w:rPr>
                <w:b w:val="0"/>
                <w:sz w:val="22"/>
              </w:rPr>
              <w:t>Fahti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A12E7" w14:textId="7090D497" w:rsidR="005953E2" w:rsidRDefault="005953E2" w:rsidP="005953E2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NF</w:t>
            </w:r>
          </w:p>
        </w:tc>
      </w:tr>
      <w:tr w:rsidR="005953E2" w14:paraId="2A69590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E3AFA" w14:textId="38F63B3B" w:rsidR="005953E2" w:rsidRDefault="005953E2" w:rsidP="005953E2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95CF6" w14:textId="32A0696A" w:rsidR="005953E2" w:rsidRDefault="005953E2" w:rsidP="005953E2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Baris ULUZMANOGLU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048E5" w14:textId="38AB55E4" w:rsidR="005953E2" w:rsidRDefault="005953E2" w:rsidP="005953E2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BU</w:t>
            </w:r>
          </w:p>
        </w:tc>
      </w:tr>
    </w:tbl>
    <w:p w14:paraId="46BEC5BA" w14:textId="77777777" w:rsidR="00996AEB" w:rsidRDefault="00905B82">
      <w:pPr>
        <w:ind w:left="0" w:firstLine="0"/>
        <w:jc w:val="left"/>
      </w:pPr>
      <w:r>
        <w:rPr>
          <w:b w:val="0"/>
          <w:sz w:val="20"/>
        </w:rPr>
        <w:t xml:space="preserve"> </w:t>
      </w:r>
    </w:p>
    <w:tbl>
      <w:tblPr>
        <w:tblStyle w:val="TableGrid"/>
        <w:tblW w:w="9742" w:type="dxa"/>
        <w:tblInd w:w="111" w:type="dxa"/>
        <w:tblCellMar>
          <w:top w:w="40" w:type="dxa"/>
          <w:left w:w="107" w:type="dxa"/>
          <w:right w:w="42" w:type="dxa"/>
        </w:tblCellMar>
        <w:tblLook w:val="04A0" w:firstRow="1" w:lastRow="0" w:firstColumn="1" w:lastColumn="0" w:noHBand="0" w:noVBand="1"/>
      </w:tblPr>
      <w:tblGrid>
        <w:gridCol w:w="568"/>
        <w:gridCol w:w="7655"/>
        <w:gridCol w:w="1519"/>
      </w:tblGrid>
      <w:tr w:rsidR="00996AEB" w14:paraId="48EAFE4A" w14:textId="77777777">
        <w:trPr>
          <w:trHeight w:val="572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0C0C0"/>
            <w:vAlign w:val="center"/>
          </w:tcPr>
          <w:p w14:paraId="1FB452A7" w14:textId="77777777" w:rsidR="00996AEB" w:rsidRDefault="00905B82">
            <w:pPr>
              <w:ind w:left="2739" w:firstLine="0"/>
              <w:jc w:val="left"/>
            </w:pPr>
            <w:r>
              <w:rPr>
                <w:sz w:val="28"/>
              </w:rPr>
              <w:t xml:space="preserve">AGENDA TOPICS DISCUSSED </w:t>
            </w:r>
          </w:p>
        </w:tc>
        <w:tc>
          <w:tcPr>
            <w:tcW w:w="15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63D3A197" w14:textId="77777777" w:rsidR="00996AEB" w:rsidRDefault="00996AEB">
            <w:pPr>
              <w:spacing w:after="160"/>
              <w:ind w:left="0" w:firstLine="0"/>
              <w:jc w:val="left"/>
            </w:pPr>
          </w:p>
        </w:tc>
      </w:tr>
      <w:tr w:rsidR="00996AEB" w14:paraId="7638B3FE" w14:textId="77777777">
        <w:trPr>
          <w:trHeight w:val="571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A2A2DF4" w14:textId="77777777" w:rsidR="00996AEB" w:rsidRDefault="00905B82">
            <w:pPr>
              <w:ind w:left="0" w:firstLine="0"/>
              <w:jc w:val="left"/>
            </w:pPr>
            <w:r>
              <w:rPr>
                <w:sz w:val="22"/>
              </w:rPr>
              <w:t xml:space="preserve">Summary Description of Topics discussed by Agenda Item 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31D803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Ref to Action Item </w:t>
            </w:r>
          </w:p>
        </w:tc>
      </w:tr>
      <w:tr w:rsidR="00996AEB" w14:paraId="06AD957C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0D5B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1.  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36673" w14:textId="3C4292D0" w:rsidR="00996AEB" w:rsidRDefault="00776BE4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  <w:r w:rsidR="00DF356B">
              <w:rPr>
                <w:b w:val="0"/>
                <w:sz w:val="22"/>
              </w:rPr>
              <w:t xml:space="preserve">– </w:t>
            </w:r>
            <w:r w:rsidR="00BD512E">
              <w:rPr>
                <w:b w:val="0"/>
                <w:sz w:val="22"/>
              </w:rPr>
              <w:t>Store-W</w:t>
            </w:r>
            <w:r w:rsidR="00BD512E" w:rsidRPr="00BD512E">
              <w:rPr>
                <w:b w:val="0"/>
                <w:sz w:val="22"/>
              </w:rPr>
              <w:t>arehouse</w:t>
            </w:r>
            <w:r w:rsidR="00DF356B">
              <w:rPr>
                <w:b w:val="0"/>
                <w:sz w:val="22"/>
              </w:rPr>
              <w:t xml:space="preserve"> System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3680" w14:textId="77777777" w:rsidR="00996AEB" w:rsidRDefault="00905B82">
            <w:pPr>
              <w:ind w:left="0" w:right="68" w:firstLine="0"/>
            </w:pPr>
            <w:r>
              <w:rPr>
                <w:b w:val="0"/>
                <w:sz w:val="24"/>
              </w:rPr>
              <w:t xml:space="preserve">1 </w:t>
            </w:r>
          </w:p>
        </w:tc>
      </w:tr>
      <w:tr w:rsidR="00FA7A78" w14:paraId="3D08D2B4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C6660" w14:textId="0D68F49F" w:rsidR="00FA7A78" w:rsidRDefault="00FA7A78" w:rsidP="00FA7A78">
            <w:pPr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050C9" w14:textId="0E7D355B" w:rsidR="00FA7A78" w:rsidRDefault="00FA7A78" w:rsidP="00FA7A78">
            <w:pPr>
              <w:ind w:left="1" w:firstLine="0"/>
              <w:jc w:val="left"/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7F5AD" w14:textId="7474A35F" w:rsidR="00FA7A78" w:rsidRDefault="00FA7A78" w:rsidP="00FA7A78">
            <w:pPr>
              <w:ind w:left="0" w:right="68" w:firstLine="0"/>
            </w:pPr>
          </w:p>
        </w:tc>
      </w:tr>
      <w:tr w:rsidR="00FA7A78" w14:paraId="1932D0B5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8099A" w14:textId="77777777" w:rsidR="00FA7A78" w:rsidRDefault="00FA7A78" w:rsidP="00FA7A78">
            <w:p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513FC" w14:textId="77777777" w:rsidR="00FA7A78" w:rsidRDefault="00FA7A78" w:rsidP="00FA7A78">
            <w:pPr>
              <w:ind w:left="1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CAFD9" w14:textId="77777777" w:rsidR="00FA7A78" w:rsidRDefault="00FA7A78" w:rsidP="00FA7A78">
            <w:pPr>
              <w:ind w:left="0" w:right="68" w:firstLine="0"/>
              <w:rPr>
                <w:b w:val="0"/>
                <w:sz w:val="24"/>
              </w:rPr>
            </w:pPr>
          </w:p>
        </w:tc>
      </w:tr>
    </w:tbl>
    <w:p w14:paraId="4D7D5E0F" w14:textId="77777777" w:rsidR="001C030A" w:rsidRDefault="001C030A">
      <w:pPr>
        <w:ind w:left="0" w:firstLine="0"/>
        <w:jc w:val="left"/>
        <w:rPr>
          <w:b w:val="0"/>
          <w:sz w:val="20"/>
        </w:rPr>
      </w:pPr>
    </w:p>
    <w:p w14:paraId="5D8E4907" w14:textId="77777777" w:rsidR="009107BF" w:rsidRDefault="001C030A">
      <w:pPr>
        <w:spacing w:after="160"/>
        <w:ind w:left="0" w:firstLine="0"/>
        <w:jc w:val="left"/>
        <w:rPr>
          <w:b w:val="0"/>
          <w:sz w:val="20"/>
        </w:rPr>
      </w:pPr>
      <w:r>
        <w:rPr>
          <w:b w:val="0"/>
          <w:sz w:val="20"/>
        </w:rPr>
        <w:br w:type="page"/>
      </w:r>
    </w:p>
    <w:p w14:paraId="36947ABE" w14:textId="77777777" w:rsidR="009107BF" w:rsidRDefault="009107BF">
      <w:pPr>
        <w:spacing w:after="160"/>
        <w:ind w:left="0" w:firstLine="0"/>
        <w:jc w:val="left"/>
        <w:rPr>
          <w:b w:val="0"/>
          <w:sz w:val="20"/>
        </w:rPr>
      </w:pPr>
    </w:p>
    <w:tbl>
      <w:tblPr>
        <w:tblStyle w:val="TableGrid"/>
        <w:tblW w:w="9336" w:type="dxa"/>
        <w:tblInd w:w="111" w:type="dxa"/>
        <w:tblCellMar>
          <w:top w:w="10" w:type="dxa"/>
          <w:left w:w="101" w:type="dxa"/>
          <w:right w:w="43" w:type="dxa"/>
        </w:tblCellMar>
        <w:tblLook w:val="04A0" w:firstRow="1" w:lastRow="0" w:firstColumn="1" w:lastColumn="0" w:noHBand="0" w:noVBand="1"/>
      </w:tblPr>
      <w:tblGrid>
        <w:gridCol w:w="527"/>
        <w:gridCol w:w="8809"/>
      </w:tblGrid>
      <w:tr w:rsidR="00772740" w14:paraId="1A250268" w14:textId="77777777" w:rsidTr="00FD0931">
        <w:trPr>
          <w:trHeight w:val="570"/>
        </w:trPr>
        <w:tc>
          <w:tcPr>
            <w:tcW w:w="9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935A5C2" w14:textId="77777777" w:rsidR="00772740" w:rsidRDefault="009107BF">
            <w:pPr>
              <w:ind w:left="0" w:firstLine="0"/>
              <w:jc w:val="left"/>
            </w:pPr>
            <w:r>
              <w:rPr>
                <w:sz w:val="22"/>
              </w:rPr>
              <w:t xml:space="preserve">Item Discussed </w:t>
            </w:r>
          </w:p>
        </w:tc>
      </w:tr>
      <w:tr w:rsidR="00772740" w14:paraId="3AE3F889" w14:textId="77777777" w:rsidTr="00FD0931">
        <w:trPr>
          <w:trHeight w:val="3258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A1E3C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2C69E18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18ABBE56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FB1A4E4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2D0F796C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5B1FFB9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8AC2DBA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60632A62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75DEE6E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990E354" w14:textId="77777777" w:rsidR="00772740" w:rsidRDefault="00772740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 </w:t>
            </w:r>
          </w:p>
        </w:tc>
        <w:tc>
          <w:tcPr>
            <w:tcW w:w="8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DE089" w14:textId="77777777" w:rsidR="009107BF" w:rsidRDefault="009107BF" w:rsidP="00B00095">
            <w:pPr>
              <w:spacing w:after="122"/>
              <w:ind w:left="0" w:right="109" w:firstLine="0"/>
              <w:jc w:val="both"/>
              <w:rPr>
                <w:b w:val="0"/>
                <w:i/>
                <w:iCs/>
                <w:sz w:val="22"/>
                <w:u w:val="single"/>
              </w:rPr>
            </w:pPr>
          </w:p>
          <w:p w14:paraId="41E0B76D" w14:textId="394EBBE5" w:rsidR="00DF356B" w:rsidRDefault="00D534B5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Warehouse system is new. They don’t have any GIS module.</w:t>
            </w:r>
            <w:r w:rsidR="00DF356B">
              <w:rPr>
                <w:b w:val="0"/>
                <w:sz w:val="22"/>
              </w:rPr>
              <w:t xml:space="preserve"> </w:t>
            </w:r>
          </w:p>
          <w:p w14:paraId="4C5CCCCA" w14:textId="07998775" w:rsidR="00DF356B" w:rsidRPr="00DF356B" w:rsidRDefault="00D534B5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Amana has a 3 main store in the Saudi </w:t>
            </w:r>
            <w:r w:rsidR="00036D94">
              <w:rPr>
                <w:b w:val="0"/>
                <w:sz w:val="22"/>
              </w:rPr>
              <w:t>A</w:t>
            </w:r>
            <w:r>
              <w:rPr>
                <w:b w:val="0"/>
                <w:sz w:val="22"/>
              </w:rPr>
              <w:t>rabia</w:t>
            </w:r>
            <w:r w:rsidR="00DF356B" w:rsidRPr="00DF356B">
              <w:rPr>
                <w:b w:val="0"/>
                <w:sz w:val="22"/>
              </w:rPr>
              <w:t xml:space="preserve">. </w:t>
            </w:r>
            <w:r w:rsidR="0023263B">
              <w:rPr>
                <w:b w:val="0"/>
                <w:sz w:val="22"/>
              </w:rPr>
              <w:t>Each store has an 800 – 1000 items.</w:t>
            </w:r>
          </w:p>
          <w:p w14:paraId="113CE884" w14:textId="08074BEC" w:rsidR="000B7108" w:rsidRDefault="0023263B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There is also sub store and store inside items categorized all record saved in the Amana Oracle Database.</w:t>
            </w:r>
            <w:r w:rsidR="000B7108">
              <w:rPr>
                <w:b w:val="0"/>
                <w:sz w:val="22"/>
              </w:rPr>
              <w:t xml:space="preserve"> </w:t>
            </w:r>
          </w:p>
          <w:p w14:paraId="68CF6AA6" w14:textId="18EFA4C6" w:rsidR="000B7108" w:rsidRDefault="0023263B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GIS request is all store show on the map. When user click to the desired store information will show on the popup.</w:t>
            </w:r>
          </w:p>
          <w:p w14:paraId="2B2F85D8" w14:textId="078936A0" w:rsidR="0063416B" w:rsidRDefault="00E56C90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We need the give </w:t>
            </w:r>
            <w:r>
              <w:rPr>
                <w:b w:val="0"/>
                <w:sz w:val="22"/>
              </w:rPr>
              <w:t>items</w:t>
            </w:r>
            <w:r>
              <w:rPr>
                <w:b w:val="0"/>
                <w:sz w:val="22"/>
              </w:rPr>
              <w:t xml:space="preserve"> statistic information inside of the related warehouse.</w:t>
            </w:r>
          </w:p>
          <w:p w14:paraId="360151F8" w14:textId="4511954F" w:rsidR="00E56C90" w:rsidRDefault="00E56C90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Mr. Samar provide us:</w:t>
            </w:r>
          </w:p>
          <w:p w14:paraId="1D891EE8" w14:textId="4A86D8B9" w:rsidR="0063416B" w:rsidRDefault="00E56C90" w:rsidP="0063416B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View of the Oracle related table</w:t>
            </w:r>
          </w:p>
          <w:p w14:paraId="266990C7" w14:textId="35C441FD" w:rsidR="00401A54" w:rsidRPr="00E56C90" w:rsidRDefault="00E56C90" w:rsidP="00E56C90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Warehouse GIS data document. </w:t>
            </w:r>
            <w:proofErr w:type="gramStart"/>
            <w:r>
              <w:rPr>
                <w:b w:val="0"/>
                <w:sz w:val="22"/>
              </w:rPr>
              <w:t>(</w:t>
            </w:r>
            <w:proofErr w:type="gramEnd"/>
            <w:r>
              <w:rPr>
                <w:b w:val="0"/>
                <w:sz w:val="22"/>
              </w:rPr>
              <w:t>Excel etc..)</w:t>
            </w:r>
          </w:p>
        </w:tc>
      </w:tr>
    </w:tbl>
    <w:p w14:paraId="651CC34A" w14:textId="77777777" w:rsidR="00996AEB" w:rsidRDefault="00996AEB">
      <w:pPr>
        <w:ind w:left="0" w:firstLine="0"/>
        <w:jc w:val="left"/>
      </w:pPr>
    </w:p>
    <w:p w14:paraId="1B7CEAF1" w14:textId="77777777" w:rsidR="00996AEB" w:rsidRDefault="00996AEB">
      <w:pPr>
        <w:ind w:left="3245" w:firstLine="0"/>
      </w:pPr>
    </w:p>
    <w:tbl>
      <w:tblPr>
        <w:tblStyle w:val="TableGrid"/>
        <w:tblW w:w="9355" w:type="dxa"/>
        <w:tblInd w:w="111" w:type="dxa"/>
        <w:tblCellMar>
          <w:top w:w="9" w:type="dxa"/>
          <w:left w:w="77" w:type="dxa"/>
          <w:right w:w="1" w:type="dxa"/>
        </w:tblCellMar>
        <w:tblLook w:val="04A0" w:firstRow="1" w:lastRow="0" w:firstColumn="1" w:lastColumn="0" w:noHBand="0" w:noVBand="1"/>
      </w:tblPr>
      <w:tblGrid>
        <w:gridCol w:w="527"/>
        <w:gridCol w:w="7193"/>
        <w:gridCol w:w="1635"/>
      </w:tblGrid>
      <w:tr w:rsidR="00996AEB" w14:paraId="333BE984" w14:textId="77777777" w:rsidTr="00E524C2">
        <w:trPr>
          <w:trHeight w:val="570"/>
        </w:trPr>
        <w:tc>
          <w:tcPr>
            <w:tcW w:w="7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24DD919" w14:textId="77777777" w:rsidR="00996AEB" w:rsidRDefault="00FA7A78">
            <w:pPr>
              <w:ind w:left="31" w:firstLine="0"/>
              <w:jc w:val="left"/>
            </w:pPr>
            <w:r>
              <w:rPr>
                <w:sz w:val="22"/>
              </w:rPr>
              <w:t>Action Items</w:t>
            </w:r>
            <w:r w:rsidR="00905B82">
              <w:rPr>
                <w:sz w:val="22"/>
              </w:rPr>
              <w:t xml:space="preserve"> 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F8E5ABE" w14:textId="77777777" w:rsidR="00996AEB" w:rsidRDefault="00905B82">
            <w:pPr>
              <w:ind w:left="0" w:firstLine="0"/>
            </w:pPr>
            <w:r>
              <w:rPr>
                <w:sz w:val="22"/>
              </w:rPr>
              <w:t xml:space="preserve">Person Responsible </w:t>
            </w:r>
          </w:p>
        </w:tc>
      </w:tr>
      <w:tr w:rsidR="00996AEB" w14:paraId="22F8047F" w14:textId="77777777" w:rsidTr="00FD0931">
        <w:trPr>
          <w:trHeight w:val="270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A332A" w14:textId="77777777" w:rsidR="00996AEB" w:rsidRDefault="00FA7A78">
            <w:pPr>
              <w:ind w:left="31" w:firstLine="0"/>
              <w:jc w:val="left"/>
            </w:pPr>
            <w:r>
              <w:rPr>
                <w:b w:val="0"/>
                <w:sz w:val="22"/>
              </w:rPr>
              <w:t>1</w:t>
            </w:r>
          </w:p>
        </w:tc>
        <w:tc>
          <w:tcPr>
            <w:tcW w:w="7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62070" w14:textId="6F44B75B" w:rsidR="00FA7A78" w:rsidRPr="00937AF8" w:rsidRDefault="0053567D" w:rsidP="00937AF8">
            <w:pPr>
              <w:pStyle w:val="ListParagraph"/>
              <w:numPr>
                <w:ilvl w:val="0"/>
                <w:numId w:val="3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  <w:r>
              <w:rPr>
                <w:b w:val="0"/>
                <w:sz w:val="22"/>
              </w:rPr>
              <w:t xml:space="preserve"> will prepare the System Analysis Report which will include the complete technical detail about this meeting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8033E" w14:textId="02901785" w:rsidR="00FD0931" w:rsidRDefault="004D2835">
            <w:pPr>
              <w:ind w:left="0" w:right="73" w:firstLine="0"/>
              <w:rPr>
                <w:b w:val="0"/>
                <w:bCs/>
                <w:szCs w:val="12"/>
              </w:rPr>
            </w:pPr>
            <w:r>
              <w:rPr>
                <w:b w:val="0"/>
                <w:bCs/>
                <w:sz w:val="22"/>
                <w:szCs w:val="12"/>
              </w:rPr>
              <w:t>BU</w:t>
            </w:r>
          </w:p>
          <w:p w14:paraId="52E1293E" w14:textId="3A3B0636" w:rsidR="0053567D" w:rsidRPr="00FD0931" w:rsidRDefault="0053567D" w:rsidP="00937AF8">
            <w:pPr>
              <w:ind w:left="0" w:right="73" w:firstLine="0"/>
              <w:jc w:val="both"/>
              <w:rPr>
                <w:b w:val="0"/>
                <w:bCs/>
              </w:rPr>
            </w:pPr>
            <w:bookmarkStart w:id="0" w:name="_GoBack"/>
            <w:bookmarkEnd w:id="0"/>
          </w:p>
        </w:tc>
      </w:tr>
    </w:tbl>
    <w:p w14:paraId="7C1BEF2E" w14:textId="77777777" w:rsidR="00996AEB" w:rsidRDefault="00996AEB">
      <w:pPr>
        <w:ind w:left="0" w:firstLine="0"/>
        <w:jc w:val="left"/>
        <w:rPr>
          <w:b w:val="0"/>
          <w:sz w:val="18"/>
        </w:rPr>
      </w:pPr>
    </w:p>
    <w:p w14:paraId="56B3B849" w14:textId="77777777" w:rsidR="001F7C79" w:rsidRDefault="001F7C79">
      <w:pPr>
        <w:ind w:left="0" w:firstLine="0"/>
        <w:jc w:val="left"/>
      </w:pPr>
    </w:p>
    <w:p w14:paraId="47B1BD08" w14:textId="77777777" w:rsidR="001F7C79" w:rsidRDefault="001F7C79">
      <w:pPr>
        <w:ind w:left="0" w:firstLine="0"/>
        <w:jc w:val="left"/>
      </w:pPr>
    </w:p>
    <w:sectPr w:rsidR="001F7C79" w:rsidSect="008E58E0">
      <w:footerReference w:type="default" r:id="rId8"/>
      <w:pgSz w:w="12240" w:h="15840"/>
      <w:pgMar w:top="733" w:right="4628" w:bottom="719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A7734" w14:textId="77777777" w:rsidR="00E13CC5" w:rsidRDefault="00E13CC5" w:rsidP="008B0BD9">
      <w:pPr>
        <w:spacing w:line="240" w:lineRule="auto"/>
      </w:pPr>
      <w:r>
        <w:separator/>
      </w:r>
    </w:p>
  </w:endnote>
  <w:endnote w:type="continuationSeparator" w:id="0">
    <w:p w14:paraId="45FD35D2" w14:textId="77777777" w:rsidR="00E13CC5" w:rsidRDefault="00E13CC5" w:rsidP="008B0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63540" w14:textId="77777777" w:rsidR="001F7C79" w:rsidRDefault="001F7C79" w:rsidP="001F7C79">
    <w:pPr>
      <w:spacing w:after="5"/>
      <w:ind w:left="2" w:right="-3615" w:firstLine="0"/>
      <w:jc w:val="left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inline distT="0" distB="0" distL="0" distR="0" wp14:anchorId="6F97E1C1" wp14:editId="30BC9071">
              <wp:extent cx="6212789" cy="9144"/>
              <wp:effectExtent l="0" t="0" r="0" b="0"/>
              <wp:docPr id="4983" name="Group 49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2789" cy="9144"/>
                        <a:chOff x="0" y="0"/>
                        <a:chExt cx="6212789" cy="9144"/>
                      </a:xfrm>
                    </wpg:grpSpPr>
                    <wps:wsp>
                      <wps:cNvPr id="5499" name="Shape 5499"/>
                      <wps:cNvSpPr/>
                      <wps:spPr>
                        <a:xfrm>
                          <a:off x="0" y="0"/>
                          <a:ext cx="1184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84148" h="9144">
                              <a:moveTo>
                                <a:pt x="0" y="0"/>
                              </a:moveTo>
                              <a:lnTo>
                                <a:pt x="1184148" y="0"/>
                              </a:lnTo>
                              <a:lnTo>
                                <a:pt x="1184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0" name="Shape 5500"/>
                      <wps:cNvSpPr/>
                      <wps:spPr>
                        <a:xfrm>
                          <a:off x="118409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1" name="Shape 5501"/>
                      <wps:cNvSpPr/>
                      <wps:spPr>
                        <a:xfrm>
                          <a:off x="1193241" y="0"/>
                          <a:ext cx="402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8821" h="9144">
                              <a:moveTo>
                                <a:pt x="0" y="0"/>
                              </a:moveTo>
                              <a:lnTo>
                                <a:pt x="4028821" y="0"/>
                              </a:lnTo>
                              <a:lnTo>
                                <a:pt x="402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2" name="Shape 5502"/>
                      <wps:cNvSpPr/>
                      <wps:spPr>
                        <a:xfrm>
                          <a:off x="5222189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3" name="Shape 5503"/>
                      <wps:cNvSpPr/>
                      <wps:spPr>
                        <a:xfrm>
                          <a:off x="5231334" y="0"/>
                          <a:ext cx="9814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456" h="9144">
                              <a:moveTo>
                                <a:pt x="0" y="0"/>
                              </a:moveTo>
                              <a:lnTo>
                                <a:pt x="981456" y="0"/>
                              </a:lnTo>
                              <a:lnTo>
                                <a:pt x="9814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0C32C51" id="Group 4983" o:spid="_x0000_s1026" style="width:489.2pt;height:.7pt;mso-position-horizontal-relative:char;mso-position-vertical-relative:line" coordsize="6212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">
              <v:shape id="Shape 5499" o:spid="_x0000_s1027" style="position:absolute;width:11841;height:91;visibility:visible;mso-wrap-style:square;v-text-anchor:top" coordsize="11841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" path="m,l1184148,r,9144l,9144,,e" fillcolor="black" stroked="f" strokeweight="0">
                <v:stroke miterlimit="83231f" joinstyle="miter"/>
                <v:path arrowok="t" textboxrect="0,0,1184148,9144"/>
              </v:shape>
              <v:shape id="Shape 5500" o:spid="_x0000_s1028" style="position:absolute;left:1184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1" o:spid="_x0000_s1029" style="position:absolute;left:11932;width:40288;height:91;visibility:visible;mso-wrap-style:square;v-text-anchor:top" coordsize="402882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" path="m,l4028821,r,9144l,9144,,e" fillcolor="black" stroked="f" strokeweight="0">
                <v:stroke miterlimit="83231f" joinstyle="miter"/>
                <v:path arrowok="t" textboxrect="0,0,4028821,9144"/>
              </v:shape>
              <v:shape id="Shape 5502" o:spid="_x0000_s1030" style="position:absolute;left:522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3" o:spid="_x0000_s1031" style="position:absolute;left:52313;width:9814;height:91;visibility:visible;mso-wrap-style:square;v-text-anchor:top" coordsize="9814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" path="m,l981456,r,9144l,9144,,e" fillcolor="black" stroked="f" strokeweight="0">
                <v:stroke miterlimit="83231f" joinstyle="miter"/>
                <v:path arrowok="t" textboxrect="0,0,981456,9144"/>
              </v:shape>
              <w10:anchorlock/>
            </v:group>
          </w:pict>
        </mc:Fallback>
      </mc:AlternateContent>
    </w:r>
  </w:p>
  <w:tbl>
    <w:tblPr>
      <w:tblStyle w:val="TableGrid"/>
      <w:tblW w:w="9692" w:type="dxa"/>
      <w:tblInd w:w="139" w:type="dxa"/>
      <w:tblLook w:val="04A0" w:firstRow="1" w:lastRow="0" w:firstColumn="1" w:lastColumn="0" w:noHBand="0" w:noVBand="1"/>
    </w:tblPr>
    <w:tblGrid>
      <w:gridCol w:w="1733"/>
      <w:gridCol w:w="6123"/>
      <w:gridCol w:w="1836"/>
    </w:tblGrid>
    <w:tr w:rsidR="001F7C79" w14:paraId="14851C35" w14:textId="77777777" w:rsidTr="003B7B7B">
      <w:trPr>
        <w:trHeight w:val="412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1CE5AB7F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31F0F969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049CF58F" w14:textId="77777777" w:rsidR="001F7C79" w:rsidRDefault="001F7C79" w:rsidP="001F7C79">
          <w:pPr>
            <w:ind w:left="0" w:right="48" w:firstLine="0"/>
            <w:jc w:val="right"/>
          </w:pPr>
        </w:p>
      </w:tc>
    </w:tr>
    <w:tr w:rsidR="001F7C79" w14:paraId="07D97110" w14:textId="77777777" w:rsidTr="003B7B7B">
      <w:trPr>
        <w:trHeight w:val="204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5197EC01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4C45B888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29C50EE7" w14:textId="7811B67A" w:rsidR="001F7C79" w:rsidRDefault="001F7C79" w:rsidP="001F7C79">
          <w:pPr>
            <w:ind w:left="0" w:right="51" w:firstLine="0"/>
            <w:jc w:val="right"/>
          </w:pPr>
          <w:r>
            <w:rPr>
              <w:b w:val="0"/>
              <w:sz w:val="18"/>
            </w:rPr>
            <w:t>© GTC 201</w:t>
          </w:r>
          <w:r w:rsidR="00834ACF">
            <w:rPr>
              <w:b w:val="0"/>
              <w:sz w:val="18"/>
            </w:rPr>
            <w:t>9</w:t>
          </w:r>
          <w:r>
            <w:rPr>
              <w:b w:val="0"/>
              <w:sz w:val="18"/>
            </w:rPr>
            <w:t xml:space="preserve"> </w:t>
          </w:r>
        </w:p>
      </w:tc>
    </w:tr>
  </w:tbl>
  <w:p w14:paraId="3BD32EAE" w14:textId="77777777" w:rsidR="00D62706" w:rsidRDefault="00D62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201E6" w14:textId="77777777" w:rsidR="00E13CC5" w:rsidRDefault="00E13CC5" w:rsidP="008B0BD9">
      <w:pPr>
        <w:spacing w:line="240" w:lineRule="auto"/>
      </w:pPr>
      <w:r>
        <w:separator/>
      </w:r>
    </w:p>
  </w:footnote>
  <w:footnote w:type="continuationSeparator" w:id="0">
    <w:p w14:paraId="5B334A61" w14:textId="77777777" w:rsidR="00E13CC5" w:rsidRDefault="00E13CC5" w:rsidP="008B0B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61C1"/>
    <w:multiLevelType w:val="hybridMultilevel"/>
    <w:tmpl w:val="06FC2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A34CE"/>
    <w:multiLevelType w:val="hybridMultilevel"/>
    <w:tmpl w:val="FF343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B1874"/>
    <w:multiLevelType w:val="hybridMultilevel"/>
    <w:tmpl w:val="87AE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EB"/>
    <w:rsid w:val="00036D94"/>
    <w:rsid w:val="00074460"/>
    <w:rsid w:val="00086E65"/>
    <w:rsid w:val="000B7108"/>
    <w:rsid w:val="000D69FC"/>
    <w:rsid w:val="000E1E3B"/>
    <w:rsid w:val="001174C1"/>
    <w:rsid w:val="001C030A"/>
    <w:rsid w:val="001F6DF3"/>
    <w:rsid w:val="001F7C79"/>
    <w:rsid w:val="0023263B"/>
    <w:rsid w:val="002525AA"/>
    <w:rsid w:val="0026043C"/>
    <w:rsid w:val="002627CE"/>
    <w:rsid w:val="003239C6"/>
    <w:rsid w:val="00335BC1"/>
    <w:rsid w:val="003D35F2"/>
    <w:rsid w:val="004012ED"/>
    <w:rsid w:val="00401A54"/>
    <w:rsid w:val="004102D5"/>
    <w:rsid w:val="0041548E"/>
    <w:rsid w:val="004210DC"/>
    <w:rsid w:val="00481555"/>
    <w:rsid w:val="004A102A"/>
    <w:rsid w:val="004D2835"/>
    <w:rsid w:val="00503E23"/>
    <w:rsid w:val="00514DCD"/>
    <w:rsid w:val="00522B10"/>
    <w:rsid w:val="0053567D"/>
    <w:rsid w:val="00592263"/>
    <w:rsid w:val="005953E2"/>
    <w:rsid w:val="0063416B"/>
    <w:rsid w:val="0065136E"/>
    <w:rsid w:val="0068354D"/>
    <w:rsid w:val="006F7B79"/>
    <w:rsid w:val="00765832"/>
    <w:rsid w:val="007660E6"/>
    <w:rsid w:val="00772740"/>
    <w:rsid w:val="00776BE4"/>
    <w:rsid w:val="007A016E"/>
    <w:rsid w:val="008331B9"/>
    <w:rsid w:val="00834ACF"/>
    <w:rsid w:val="00870823"/>
    <w:rsid w:val="008B0BD9"/>
    <w:rsid w:val="008E58E0"/>
    <w:rsid w:val="00905B82"/>
    <w:rsid w:val="009107BF"/>
    <w:rsid w:val="00937AF8"/>
    <w:rsid w:val="0097389E"/>
    <w:rsid w:val="00996AEB"/>
    <w:rsid w:val="009B00DD"/>
    <w:rsid w:val="00A03391"/>
    <w:rsid w:val="00A55A59"/>
    <w:rsid w:val="00AB0114"/>
    <w:rsid w:val="00AE2046"/>
    <w:rsid w:val="00B00095"/>
    <w:rsid w:val="00BB30DE"/>
    <w:rsid w:val="00BD512E"/>
    <w:rsid w:val="00C22B07"/>
    <w:rsid w:val="00C307F4"/>
    <w:rsid w:val="00CD6A6C"/>
    <w:rsid w:val="00CF6271"/>
    <w:rsid w:val="00D30D9E"/>
    <w:rsid w:val="00D534B5"/>
    <w:rsid w:val="00D62706"/>
    <w:rsid w:val="00DA30AB"/>
    <w:rsid w:val="00DC2A35"/>
    <w:rsid w:val="00DF356B"/>
    <w:rsid w:val="00E13CC5"/>
    <w:rsid w:val="00E524C2"/>
    <w:rsid w:val="00E56C90"/>
    <w:rsid w:val="00E63DD2"/>
    <w:rsid w:val="00E75F1E"/>
    <w:rsid w:val="00F27C5B"/>
    <w:rsid w:val="00F65AEA"/>
    <w:rsid w:val="00FA7A78"/>
    <w:rsid w:val="00FD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6D6A4"/>
  <w15:docId w15:val="{2F58AEA8-F10E-41F0-A0F7-F1F23858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ind w:left="3198" w:hanging="10"/>
      <w:jc w:val="center"/>
    </w:pPr>
    <w:rPr>
      <w:rFonts w:ascii="Arial" w:eastAsia="Arial" w:hAnsi="Arial" w:cs="Arial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Footer">
    <w:name w:val="footer"/>
    <w:basedOn w:val="Normal"/>
    <w:link w:val="Foot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B00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E672A-3A77-40EE-9E4D-92D1DE583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teksioglu</dc:creator>
  <cp:keywords/>
  <cp:lastModifiedBy>Barış Uluzmanoğlu</cp:lastModifiedBy>
  <cp:revision>63</cp:revision>
  <dcterms:created xsi:type="dcterms:W3CDTF">2018-02-22T12:27:00Z</dcterms:created>
  <dcterms:modified xsi:type="dcterms:W3CDTF">2019-04-04T08:45:00Z</dcterms:modified>
</cp:coreProperties>
</file>